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49" w:type="dxa"/>
        <w:tblLayout w:type="fixed"/>
        <w:tblLook w:val="04A0" w:firstRow="1" w:lastRow="0" w:firstColumn="1" w:lastColumn="0" w:noHBand="0" w:noVBand="1"/>
      </w:tblPr>
      <w:tblGrid>
        <w:gridCol w:w="624"/>
        <w:gridCol w:w="6"/>
        <w:gridCol w:w="6033"/>
        <w:gridCol w:w="1559"/>
        <w:gridCol w:w="851"/>
        <w:gridCol w:w="567"/>
        <w:gridCol w:w="617"/>
        <w:gridCol w:w="233"/>
        <w:gridCol w:w="142"/>
        <w:gridCol w:w="850"/>
        <w:gridCol w:w="567"/>
      </w:tblGrid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405FD" w:rsidRDefault="00D405FD" w:rsidP="00D405FD">
            <w:pPr>
              <w:ind w:left="4962"/>
              <w:rPr>
                <w:bCs/>
                <w:szCs w:val="28"/>
              </w:rPr>
            </w:pPr>
            <w:r w:rsidRPr="00B93C55">
              <w:rPr>
                <w:bCs/>
                <w:szCs w:val="28"/>
              </w:rPr>
              <w:t xml:space="preserve">Приложение № </w:t>
            </w:r>
            <w:r w:rsidR="00D338C5" w:rsidRPr="00B93C55">
              <w:rPr>
                <w:bCs/>
                <w:szCs w:val="28"/>
              </w:rPr>
              <w:t>1</w:t>
            </w:r>
            <w:r w:rsidR="00B93C55" w:rsidRPr="00B93C55">
              <w:rPr>
                <w:bCs/>
                <w:szCs w:val="28"/>
              </w:rPr>
              <w:t>2</w:t>
            </w:r>
          </w:p>
          <w:p w:rsidR="00D405FD" w:rsidRDefault="00D405FD" w:rsidP="00D405FD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D405FD" w:rsidRPr="00340266" w:rsidRDefault="00D405FD" w:rsidP="00D405FD">
            <w:pPr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>образования Новокубанский район</w:t>
            </w:r>
          </w:p>
          <w:p w:rsidR="00D405FD" w:rsidRPr="00340266" w:rsidRDefault="00D405FD" w:rsidP="00D405FD">
            <w:pPr>
              <w:tabs>
                <w:tab w:val="left" w:pos="5103"/>
                <w:tab w:val="left" w:pos="8505"/>
                <w:tab w:val="left" w:pos="10773"/>
              </w:tabs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 xml:space="preserve">от </w:t>
            </w:r>
            <w:r w:rsidR="00754AF2">
              <w:rPr>
                <w:bCs/>
                <w:szCs w:val="28"/>
              </w:rPr>
              <w:t xml:space="preserve">23 августа 2019 </w:t>
            </w:r>
            <w:r w:rsidRPr="00340266">
              <w:rPr>
                <w:bCs/>
                <w:szCs w:val="28"/>
              </w:rPr>
              <w:t xml:space="preserve">года № </w:t>
            </w:r>
            <w:r w:rsidR="00754AF2">
              <w:rPr>
                <w:bCs/>
                <w:szCs w:val="28"/>
              </w:rPr>
              <w:t>456</w:t>
            </w:r>
          </w:p>
          <w:p w:rsidR="00D405FD" w:rsidRDefault="00D405FD" w:rsidP="00D405FD">
            <w:pPr>
              <w:ind w:left="4962" w:right="-1276"/>
              <w:jc w:val="both"/>
              <w:rPr>
                <w:szCs w:val="28"/>
              </w:rPr>
            </w:pPr>
          </w:p>
          <w:p w:rsidR="001A3B17" w:rsidRPr="00E30A1C" w:rsidRDefault="00D405FD" w:rsidP="00D405FD">
            <w:pPr>
              <w:ind w:left="4962" w:right="-1276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1A3B17"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4"/>
          <w:wAfter w:w="1792" w:type="dxa"/>
          <w:cantSplit/>
        </w:trPr>
        <w:tc>
          <w:tcPr>
            <w:tcW w:w="9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2E64C6" w:rsidP="00D405FD">
            <w:pPr>
              <w:tabs>
                <w:tab w:val="left" w:pos="4820"/>
                <w:tab w:val="left" w:pos="9653"/>
              </w:tabs>
              <w:ind w:left="4962" w:right="-992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BB7245">
              <w:rPr>
                <w:szCs w:val="28"/>
              </w:rPr>
              <w:t>22 ноября</w:t>
            </w:r>
            <w:r>
              <w:rPr>
                <w:szCs w:val="28"/>
              </w:rPr>
              <w:t xml:space="preserve"> </w:t>
            </w:r>
            <w:r w:rsidR="001A3B17">
              <w:rPr>
                <w:szCs w:val="28"/>
              </w:rPr>
              <w:t>201</w:t>
            </w:r>
            <w:r w:rsidR="00CA5327">
              <w:rPr>
                <w:szCs w:val="28"/>
              </w:rPr>
              <w:t>8</w:t>
            </w:r>
            <w:r w:rsidR="00805782">
              <w:rPr>
                <w:szCs w:val="28"/>
              </w:rPr>
              <w:t xml:space="preserve"> года</w:t>
            </w:r>
            <w:r w:rsidR="008F4F10">
              <w:rPr>
                <w:szCs w:val="28"/>
              </w:rPr>
              <w:t xml:space="preserve"> № 380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1A3B17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</w:p>
        </w:tc>
      </w:tr>
      <w:tr w:rsidR="001A3B17" w:rsidTr="008F4F10">
        <w:trPr>
          <w:gridAfter w:val="2"/>
          <w:wAfter w:w="1417" w:type="dxa"/>
          <w:cantSplit/>
        </w:trPr>
        <w:tc>
          <w:tcPr>
            <w:tcW w:w="9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8F4F10">
        <w:trPr>
          <w:cantSplit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CA5327">
              <w:rPr>
                <w:b/>
                <w:bCs/>
                <w:szCs w:val="28"/>
              </w:rPr>
              <w:t>20 и 2021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  <w:tr w:rsidR="008F4F10" w:rsidTr="008F4F10">
        <w:trPr>
          <w:gridAfter w:val="5"/>
          <w:wAfter w:w="2409" w:type="dxa"/>
          <w:cantSplit/>
        </w:trPr>
        <w:tc>
          <w:tcPr>
            <w:tcW w:w="96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F10" w:rsidRPr="00301F22" w:rsidRDefault="0062382C" w:rsidP="008F4F10">
            <w:pPr>
              <w:ind w:left="-533"/>
              <w:jc w:val="right"/>
              <w:rPr>
                <w:b/>
                <w:bCs/>
                <w:szCs w:val="28"/>
              </w:rPr>
            </w:pPr>
            <w:r>
              <w:rPr>
                <w:szCs w:val="28"/>
              </w:rPr>
              <w:t>(</w:t>
            </w:r>
            <w:r w:rsidR="008F4F10" w:rsidRPr="00301F22">
              <w:rPr>
                <w:szCs w:val="28"/>
              </w:rPr>
              <w:t>тыс</w:t>
            </w:r>
            <w:r w:rsidR="008F4F10">
              <w:rPr>
                <w:szCs w:val="28"/>
              </w:rPr>
              <w:t>яч</w:t>
            </w:r>
            <w:r w:rsidR="008F4F10" w:rsidRPr="00301F22">
              <w:rPr>
                <w:szCs w:val="28"/>
              </w:rPr>
              <w:t xml:space="preserve"> рублей</w:t>
            </w:r>
            <w:r>
              <w:rPr>
                <w:szCs w:val="28"/>
              </w:rPr>
              <w:t>)</w:t>
            </w:r>
            <w:bookmarkStart w:id="0" w:name="_GoBack"/>
            <w:bookmarkEnd w:id="0"/>
          </w:p>
        </w:tc>
      </w:tr>
      <w:tr w:rsidR="002D30AA" w:rsidTr="008F4F10">
        <w:trPr>
          <w:gridAfter w:val="5"/>
          <w:wAfter w:w="2409" w:type="dxa"/>
          <w:cantSplit/>
          <w:trHeight w:val="72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0AA" w:rsidRPr="008F4F10" w:rsidRDefault="002D30AA">
            <w:pPr>
              <w:jc w:val="center"/>
              <w:rPr>
                <w:b/>
                <w:szCs w:val="28"/>
              </w:rPr>
            </w:pPr>
            <w:r w:rsidRPr="008F4F10">
              <w:rPr>
                <w:b/>
                <w:szCs w:val="28"/>
              </w:rPr>
              <w:t xml:space="preserve">№ </w:t>
            </w:r>
            <w:proofErr w:type="gramStart"/>
            <w:r w:rsidRPr="008F4F10">
              <w:rPr>
                <w:b/>
                <w:szCs w:val="28"/>
              </w:rPr>
              <w:t>п</w:t>
            </w:r>
            <w:proofErr w:type="gramEnd"/>
            <w:r w:rsidRPr="008F4F10">
              <w:rPr>
                <w:b/>
                <w:szCs w:val="28"/>
              </w:rPr>
              <w:t>/п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AA" w:rsidRPr="008F4F10" w:rsidRDefault="002D30AA" w:rsidP="008F4F10">
            <w:pPr>
              <w:jc w:val="center"/>
              <w:rPr>
                <w:b/>
                <w:szCs w:val="28"/>
              </w:rPr>
            </w:pPr>
            <w:r w:rsidRPr="008F4F10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AA" w:rsidRPr="008F4F10" w:rsidRDefault="002D30AA" w:rsidP="008F4F10">
            <w:pPr>
              <w:jc w:val="center"/>
              <w:rPr>
                <w:b/>
                <w:szCs w:val="28"/>
              </w:rPr>
            </w:pPr>
            <w:r w:rsidRPr="008F4F10">
              <w:rPr>
                <w:b/>
                <w:szCs w:val="28"/>
                <w:lang w:val="en-US"/>
              </w:rPr>
              <w:t xml:space="preserve">2020 </w:t>
            </w:r>
            <w:r w:rsidRPr="008F4F10">
              <w:rPr>
                <w:b/>
                <w:szCs w:val="28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AA" w:rsidRPr="008F4F10" w:rsidRDefault="002D30AA" w:rsidP="008F4F10">
            <w:pPr>
              <w:jc w:val="center"/>
              <w:rPr>
                <w:b/>
                <w:szCs w:val="28"/>
              </w:rPr>
            </w:pPr>
            <w:r w:rsidRPr="008F4F10">
              <w:rPr>
                <w:b/>
                <w:szCs w:val="28"/>
              </w:rPr>
              <w:t>2021 год</w:t>
            </w:r>
          </w:p>
        </w:tc>
      </w:tr>
      <w:tr w:rsidR="001A3B17" w:rsidRPr="000E67F3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A5327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 xml:space="preserve">Обеспечение отдыха и оздоровления детей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D405F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D405F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617,3</w:t>
            </w:r>
          </w:p>
        </w:tc>
      </w:tr>
      <w:tr w:rsidR="001A3B17" w:rsidRPr="000E67F3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предоставлению жилых помещений детям-сиротам и детям, оставшимся без попеч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3572E3" w:rsidP="00D405FD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31 438,6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3572E3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31 438,6</w:t>
            </w:r>
          </w:p>
        </w:tc>
      </w:tr>
      <w:tr w:rsidR="0026763E" w:rsidRPr="000E67F3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A3425A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ежемесячного вознагражд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ния, причитающегося патронатным воспитателям за оказание услуг по осуществлению патронатн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 xml:space="preserve">го воспитания и </w:t>
            </w:r>
            <w:proofErr w:type="spellStart"/>
            <w:r w:rsidRPr="000E67F3">
              <w:rPr>
                <w:sz w:val="27"/>
                <w:szCs w:val="27"/>
              </w:rPr>
              <w:t>постинтернатного</w:t>
            </w:r>
            <w:proofErr w:type="spellEnd"/>
            <w:r w:rsidRPr="000E67F3">
              <w:rPr>
                <w:sz w:val="27"/>
                <w:szCs w:val="27"/>
              </w:rPr>
              <w:t xml:space="preserve"> сопровожд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0E67F3" w:rsidRDefault="0026763E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0E67F3" w:rsidRDefault="0026763E" w:rsidP="002D30A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516,0</w:t>
            </w:r>
          </w:p>
        </w:tc>
      </w:tr>
      <w:tr w:rsidR="0026763E" w:rsidRPr="000E67F3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ежемесячного вознагражд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ния, причитающегося приемным родителям за оказание услуг по воспитанию приемных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43 350,5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45 083,0</w:t>
            </w:r>
          </w:p>
        </w:tc>
      </w:tr>
      <w:tr w:rsidR="0026763E" w:rsidRPr="000E67F3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ежемесячных денежных средств на содержание детей, нуждающихся в особой заботе государства, переданных на патр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натное воспитание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436,7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454,1</w:t>
            </w:r>
          </w:p>
        </w:tc>
      </w:tr>
      <w:tr w:rsidR="0026763E" w:rsidRPr="000E67F3" w:rsidTr="008F4F10">
        <w:trPr>
          <w:gridAfter w:val="5"/>
          <w:wAfter w:w="2409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63E" w:rsidRPr="00B45DFC" w:rsidRDefault="00B45DFC" w:rsidP="002D30AA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>
              <w:rPr>
                <w:szCs w:val="28"/>
                <w:lang w:val="en-US"/>
              </w:rPr>
              <w:t>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0E67F3">
              <w:rPr>
                <w:sz w:val="27"/>
                <w:szCs w:val="27"/>
              </w:rPr>
              <w:t>я</w:t>
            </w:r>
            <w:r w:rsidRPr="000E67F3">
              <w:rPr>
                <w:sz w:val="27"/>
                <w:szCs w:val="27"/>
              </w:rPr>
              <w:t>щихся под опекой (попечительством), включая предварительную опеку (попечительство), пер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данных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A3425A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48 125,2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50 049,6</w:t>
            </w:r>
          </w:p>
        </w:tc>
      </w:tr>
      <w:tr w:rsidR="008F4F10" w:rsidRPr="000E67F3" w:rsidTr="008F4F10">
        <w:trPr>
          <w:gridAfter w:val="5"/>
          <w:wAfter w:w="2409" w:type="dxa"/>
          <w:cantSplit/>
          <w:trHeight w:val="97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F10" w:rsidRPr="008F4F10" w:rsidRDefault="008F4F10" w:rsidP="00A55F60">
            <w:pPr>
              <w:jc w:val="center"/>
              <w:rPr>
                <w:b/>
                <w:szCs w:val="28"/>
              </w:rPr>
            </w:pPr>
            <w:r w:rsidRPr="008F4F10">
              <w:rPr>
                <w:b/>
                <w:szCs w:val="28"/>
              </w:rPr>
              <w:lastRenderedPageBreak/>
              <w:t xml:space="preserve">№ </w:t>
            </w:r>
            <w:proofErr w:type="gramStart"/>
            <w:r w:rsidRPr="008F4F10">
              <w:rPr>
                <w:b/>
                <w:szCs w:val="28"/>
              </w:rPr>
              <w:t>п</w:t>
            </w:r>
            <w:proofErr w:type="gramEnd"/>
            <w:r w:rsidRPr="008F4F10">
              <w:rPr>
                <w:b/>
                <w:szCs w:val="28"/>
              </w:rPr>
              <w:t>/п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F10" w:rsidRPr="008F4F10" w:rsidRDefault="008F4F10" w:rsidP="00A55F60">
            <w:pPr>
              <w:jc w:val="center"/>
              <w:rPr>
                <w:b/>
                <w:szCs w:val="28"/>
              </w:rPr>
            </w:pPr>
            <w:r w:rsidRPr="008F4F10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F10" w:rsidRPr="008F4F10" w:rsidRDefault="008F4F10" w:rsidP="00A55F60">
            <w:pPr>
              <w:jc w:val="center"/>
              <w:rPr>
                <w:b/>
                <w:szCs w:val="28"/>
              </w:rPr>
            </w:pPr>
            <w:r w:rsidRPr="008F4F10">
              <w:rPr>
                <w:b/>
                <w:szCs w:val="28"/>
                <w:lang w:val="en-US"/>
              </w:rPr>
              <w:t xml:space="preserve">2020 </w:t>
            </w:r>
            <w:r w:rsidRPr="008F4F10">
              <w:rPr>
                <w:b/>
                <w:szCs w:val="28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10" w:rsidRPr="008F4F10" w:rsidRDefault="008F4F10" w:rsidP="00A55F60">
            <w:pPr>
              <w:jc w:val="center"/>
              <w:rPr>
                <w:b/>
                <w:szCs w:val="28"/>
              </w:rPr>
            </w:pPr>
            <w:r w:rsidRPr="008F4F10">
              <w:rPr>
                <w:b/>
                <w:szCs w:val="28"/>
              </w:rPr>
              <w:t>2021 год</w:t>
            </w:r>
          </w:p>
        </w:tc>
      </w:tr>
      <w:tr w:rsidR="008F4F10" w:rsidRPr="00D405FD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F10" w:rsidRPr="00D405FD" w:rsidRDefault="008F4F10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  <w:lang w:val="en-US"/>
              </w:rPr>
              <w:t>7</w:t>
            </w:r>
            <w:r w:rsidRPr="00D405FD">
              <w:rPr>
                <w:szCs w:val="28"/>
              </w:rPr>
              <w:t>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10" w:rsidRPr="00D405FD" w:rsidRDefault="008F4F10" w:rsidP="00CC2D3F">
            <w:pPr>
              <w:jc w:val="both"/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обеспечению выплаты компе</w:t>
            </w:r>
            <w:r w:rsidRPr="00D405FD">
              <w:rPr>
                <w:szCs w:val="28"/>
              </w:rPr>
              <w:t>н</w:t>
            </w:r>
            <w:r w:rsidRPr="00D405FD">
              <w:rPr>
                <w:szCs w:val="28"/>
              </w:rPr>
              <w:t>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F10" w:rsidRPr="00D405FD" w:rsidRDefault="008F4F10" w:rsidP="00CC2D3F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9 372,0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F10" w:rsidRPr="00D405FD" w:rsidRDefault="008F4F10" w:rsidP="000E67F3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9 372,0</w:t>
            </w:r>
          </w:p>
        </w:tc>
      </w:tr>
      <w:tr w:rsidR="008F4F10" w:rsidRPr="00D405FD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F10" w:rsidRPr="00D405FD" w:rsidRDefault="008F4F10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  <w:lang w:val="en-US"/>
              </w:rPr>
              <w:t>8</w:t>
            </w:r>
            <w:r w:rsidRPr="00D405FD">
              <w:rPr>
                <w:szCs w:val="28"/>
              </w:rPr>
              <w:t>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10" w:rsidRPr="00D405FD" w:rsidRDefault="008F4F10" w:rsidP="00CC2D3F">
            <w:pPr>
              <w:jc w:val="both"/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обеспечению льготным питан</w:t>
            </w:r>
            <w:r w:rsidRPr="00D405FD">
              <w:rPr>
                <w:szCs w:val="28"/>
              </w:rPr>
              <w:t>и</w:t>
            </w:r>
            <w:r w:rsidRPr="00D405FD">
              <w:rPr>
                <w:szCs w:val="28"/>
              </w:rPr>
              <w:t>ем учащихся из многодетных семей в муниц</w:t>
            </w:r>
            <w:r w:rsidRPr="00D405FD">
              <w:rPr>
                <w:szCs w:val="28"/>
              </w:rPr>
              <w:t>и</w:t>
            </w:r>
            <w:r w:rsidRPr="00D405FD">
              <w:rPr>
                <w:szCs w:val="28"/>
              </w:rPr>
              <w:t>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F10" w:rsidRPr="00D405FD" w:rsidRDefault="008F4F10" w:rsidP="00CA5327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1 111,5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F10" w:rsidRPr="00D405FD" w:rsidRDefault="008F4F10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1 111,5</w:t>
            </w:r>
          </w:p>
        </w:tc>
      </w:tr>
      <w:tr w:rsidR="008F4F10" w:rsidRPr="00D405FD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F10" w:rsidRPr="00D405FD" w:rsidRDefault="008F4F10" w:rsidP="002D30AA">
            <w:pPr>
              <w:jc w:val="right"/>
              <w:rPr>
                <w:szCs w:val="28"/>
                <w:lang w:val="en-US"/>
              </w:rPr>
            </w:pPr>
            <w:r w:rsidRPr="00D405FD">
              <w:rPr>
                <w:szCs w:val="28"/>
              </w:rPr>
              <w:t>9</w:t>
            </w:r>
            <w:r w:rsidRPr="00D405FD">
              <w:rPr>
                <w:szCs w:val="28"/>
                <w:lang w:val="en-US"/>
              </w:rPr>
              <w:t>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F10" w:rsidRPr="00D405FD" w:rsidRDefault="008F4F10" w:rsidP="002D30AA">
            <w:pPr>
              <w:rPr>
                <w:szCs w:val="28"/>
              </w:rPr>
            </w:pPr>
            <w:r w:rsidRPr="00D405FD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F10" w:rsidRPr="00D405FD" w:rsidRDefault="008F4F10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415,0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F10" w:rsidRPr="00D405FD" w:rsidRDefault="008F4F10" w:rsidP="000E67F3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415,0</w:t>
            </w:r>
          </w:p>
        </w:tc>
      </w:tr>
      <w:tr w:rsidR="008F4F10" w:rsidRPr="00D405FD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F10" w:rsidRPr="00D405FD" w:rsidRDefault="008F4F10" w:rsidP="00D405FD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10.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F10" w:rsidRPr="00D405FD" w:rsidRDefault="008F4F10" w:rsidP="00D405FD">
            <w:pPr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</w:t>
            </w:r>
            <w:r w:rsidRPr="00D405FD">
              <w:rPr>
                <w:szCs w:val="28"/>
              </w:rPr>
              <w:t>ь</w:t>
            </w:r>
            <w:r w:rsidRPr="00D405FD">
              <w:rPr>
                <w:szCs w:val="28"/>
              </w:rPr>
              <w:t>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F10" w:rsidRPr="00D405FD" w:rsidRDefault="008F4F10" w:rsidP="00D405FD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F10" w:rsidRPr="00D405FD" w:rsidRDefault="008F4F10" w:rsidP="00D405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128,7</w:t>
            </w:r>
          </w:p>
        </w:tc>
      </w:tr>
      <w:tr w:rsidR="008F4F10" w:rsidRPr="00D405FD" w:rsidTr="008F4F10">
        <w:trPr>
          <w:gridAfter w:val="5"/>
          <w:wAfter w:w="2409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F10" w:rsidRPr="00D405FD" w:rsidRDefault="008F4F10" w:rsidP="00D405FD">
            <w:pPr>
              <w:rPr>
                <w:szCs w:val="28"/>
              </w:rPr>
            </w:pPr>
            <w:r w:rsidRPr="00D405FD">
              <w:rPr>
                <w:szCs w:val="28"/>
              </w:rPr>
              <w:t xml:space="preserve"> 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F10" w:rsidRPr="00D405FD" w:rsidRDefault="008F4F10" w:rsidP="00D405FD">
            <w:pPr>
              <w:rPr>
                <w:b/>
                <w:bCs/>
                <w:szCs w:val="28"/>
              </w:rPr>
            </w:pPr>
            <w:r w:rsidRPr="00D405FD"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F10" w:rsidRPr="00406A12" w:rsidRDefault="008F4F10" w:rsidP="003F7DC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1345 491,7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10" w:rsidRPr="00D405FD" w:rsidRDefault="008F4F10" w:rsidP="00D405F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139 185,8</w:t>
            </w:r>
          </w:p>
        </w:tc>
      </w:tr>
    </w:tbl>
    <w:p w:rsidR="00D405FD" w:rsidRDefault="00D405FD" w:rsidP="00D405FD">
      <w:pPr>
        <w:ind w:left="8496" w:firstLine="708"/>
      </w:pPr>
      <w:r>
        <w:t>».</w:t>
      </w:r>
    </w:p>
    <w:p w:rsidR="00D405FD" w:rsidRDefault="00D405FD" w:rsidP="00D405FD">
      <w:pPr>
        <w:ind w:left="8496" w:firstLine="708"/>
      </w:pPr>
    </w:p>
    <w:p w:rsidR="00D405FD" w:rsidRDefault="00D405FD" w:rsidP="00D405FD">
      <w:pPr>
        <w:ind w:left="8496" w:firstLine="708"/>
      </w:pPr>
    </w:p>
    <w:p w:rsidR="00D405FD" w:rsidRDefault="00D405FD" w:rsidP="00D405FD">
      <w:pPr>
        <w:ind w:left="8496" w:firstLine="708"/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</w:t>
      </w:r>
      <w:proofErr w:type="spellStart"/>
      <w:r w:rsidR="00D405FD">
        <w:rPr>
          <w:szCs w:val="28"/>
        </w:rPr>
        <w:t>Е.В.Афонина</w:t>
      </w:r>
      <w:proofErr w:type="spellEnd"/>
    </w:p>
    <w:p w:rsidR="00627195" w:rsidRPr="00AA75FA" w:rsidRDefault="00627195" w:rsidP="007E513A"/>
    <w:sectPr w:rsidR="00627195" w:rsidRPr="00AA75FA" w:rsidSect="00F10CD8">
      <w:headerReference w:type="default" r:id="rId8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0CD8" w:rsidRPr="008F4F10" w:rsidRDefault="00F10CD8" w:rsidP="003D4A14">
        <w:pPr>
          <w:pStyle w:val="a3"/>
          <w:jc w:val="center"/>
          <w:rPr>
            <w:sz w:val="24"/>
            <w:szCs w:val="24"/>
          </w:rPr>
        </w:pPr>
        <w:r w:rsidRPr="008F4F10">
          <w:rPr>
            <w:sz w:val="24"/>
            <w:szCs w:val="24"/>
          </w:rPr>
          <w:fldChar w:fldCharType="begin"/>
        </w:r>
        <w:r w:rsidRPr="008F4F10">
          <w:rPr>
            <w:sz w:val="24"/>
            <w:szCs w:val="24"/>
          </w:rPr>
          <w:instrText xml:space="preserve"> PAGE   \* MERGEFORMAT </w:instrText>
        </w:r>
        <w:r w:rsidRPr="008F4F10">
          <w:rPr>
            <w:sz w:val="24"/>
            <w:szCs w:val="24"/>
          </w:rPr>
          <w:fldChar w:fldCharType="separate"/>
        </w:r>
        <w:r w:rsidR="0062382C">
          <w:rPr>
            <w:noProof/>
            <w:sz w:val="24"/>
            <w:szCs w:val="24"/>
          </w:rPr>
          <w:t>2</w:t>
        </w:r>
        <w:r w:rsidRPr="008F4F1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572E3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3F7DC2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382C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4AF2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1F6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F1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3C55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44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0CB0E-A68C-460F-94E4-70725BC9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343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47</cp:revision>
  <cp:lastPrinted>2019-08-28T14:25:00Z</cp:lastPrinted>
  <dcterms:created xsi:type="dcterms:W3CDTF">2017-09-18T13:02:00Z</dcterms:created>
  <dcterms:modified xsi:type="dcterms:W3CDTF">2019-08-28T14:25:00Z</dcterms:modified>
</cp:coreProperties>
</file>